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47A" w:rsidRDefault="000C347A" w:rsidP="00087ECD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C347A" w:rsidRDefault="000C347A" w:rsidP="00087ECD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C347A" w:rsidRDefault="000C347A" w:rsidP="00087ECD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C347A" w:rsidRDefault="000C347A" w:rsidP="00087ECD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C347A" w:rsidRDefault="000C347A" w:rsidP="00087ECD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05.10.2017                             №848</w:t>
      </w:r>
    </w:p>
    <w:p w:rsidR="000C347A" w:rsidRDefault="000C347A" w:rsidP="00087ECD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C347A" w:rsidRDefault="000C347A" w:rsidP="00087ECD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C347A" w:rsidRDefault="000C347A" w:rsidP="00087ECD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C347A" w:rsidRDefault="000C347A" w:rsidP="00087ECD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C347A" w:rsidRDefault="000C347A" w:rsidP="00087ECD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C347A" w:rsidRDefault="000C347A" w:rsidP="00087ECD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C347A" w:rsidRDefault="000C347A" w:rsidP="00087ECD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51E24">
        <w:rPr>
          <w:rFonts w:ascii="Times New Roman" w:hAnsi="Times New Roman"/>
          <w:b/>
          <w:color w:val="000000"/>
          <w:sz w:val="28"/>
          <w:szCs w:val="28"/>
        </w:rPr>
        <w:t>О</w:t>
      </w:r>
      <w:r>
        <w:rPr>
          <w:rFonts w:ascii="Times New Roman" w:hAnsi="Times New Roman"/>
          <w:b/>
          <w:color w:val="000000"/>
          <w:sz w:val="28"/>
          <w:szCs w:val="28"/>
        </w:rPr>
        <w:t>б итогах проведения</w:t>
      </w:r>
      <w:r w:rsidRPr="00051E24">
        <w:rPr>
          <w:rFonts w:ascii="Times New Roman" w:hAnsi="Times New Roman"/>
          <w:b/>
          <w:color w:val="000000"/>
          <w:sz w:val="28"/>
          <w:szCs w:val="28"/>
        </w:rPr>
        <w:t xml:space="preserve"> муниципального этапа </w:t>
      </w:r>
    </w:p>
    <w:p w:rsidR="000C347A" w:rsidRDefault="000C347A" w:rsidP="00087ECD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51E24">
        <w:rPr>
          <w:rFonts w:ascii="Times New Roman" w:hAnsi="Times New Roman"/>
          <w:b/>
          <w:color w:val="000000"/>
          <w:sz w:val="28"/>
          <w:szCs w:val="28"/>
        </w:rPr>
        <w:t xml:space="preserve">краевого конкурса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исследовательских работ </w:t>
      </w:r>
    </w:p>
    <w:p w:rsidR="000C347A" w:rsidRDefault="000C347A" w:rsidP="00087ECD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«Судьба и гордость, моя Кубань!», посвященного 80 – летию </w:t>
      </w:r>
    </w:p>
    <w:p w:rsidR="000C347A" w:rsidRPr="00051E24" w:rsidRDefault="000C347A" w:rsidP="00087ECD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образования Краснодарского края</w:t>
      </w:r>
    </w:p>
    <w:p w:rsidR="000C347A" w:rsidRDefault="000C347A" w:rsidP="00087ECD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</w:p>
    <w:p w:rsidR="000C347A" w:rsidRPr="00051E24" w:rsidRDefault="000C347A" w:rsidP="00087ECD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</w:p>
    <w:p w:rsidR="000C347A" w:rsidRDefault="000C347A" w:rsidP="008D4DC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D5042">
        <w:rPr>
          <w:rFonts w:ascii="Times New Roman" w:hAnsi="Times New Roman"/>
          <w:sz w:val="28"/>
          <w:szCs w:val="28"/>
        </w:rPr>
        <w:t>Во исполнение приказа министерства образования, науки и молодежной политики Краснодарского края от 12 июля 2017 года № 2917 «О проведении краевого конкурса исследовательских работ «Судьба и гордость. Моя Кубань», посвященного 80 – летию образования Краснодарского края», в целях активизации деятельности по изучению истории, культуры, особенностей природы родного края</w:t>
      </w:r>
      <w:r>
        <w:rPr>
          <w:rFonts w:ascii="Times New Roman" w:hAnsi="Times New Roman"/>
          <w:sz w:val="28"/>
          <w:szCs w:val="28"/>
        </w:rPr>
        <w:t xml:space="preserve"> с 4 по 27</w:t>
      </w:r>
      <w:r w:rsidRPr="00AD5042">
        <w:rPr>
          <w:rFonts w:ascii="Times New Roman" w:hAnsi="Times New Roman"/>
          <w:sz w:val="28"/>
          <w:szCs w:val="28"/>
        </w:rPr>
        <w:t xml:space="preserve"> сентября 2017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5042">
        <w:rPr>
          <w:rFonts w:ascii="Times New Roman" w:hAnsi="Times New Roman"/>
          <w:sz w:val="28"/>
          <w:szCs w:val="28"/>
        </w:rPr>
        <w:t xml:space="preserve">года </w:t>
      </w:r>
      <w:r>
        <w:rPr>
          <w:rFonts w:ascii="Times New Roman" w:hAnsi="Times New Roman"/>
          <w:sz w:val="28"/>
          <w:szCs w:val="28"/>
        </w:rPr>
        <w:t>был проведен муниципальный этап</w:t>
      </w:r>
      <w:r w:rsidRPr="00087E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D5042">
        <w:rPr>
          <w:rFonts w:ascii="Times New Roman" w:hAnsi="Times New Roman"/>
          <w:color w:val="000000"/>
          <w:sz w:val="28"/>
          <w:szCs w:val="28"/>
        </w:rPr>
        <w:t>краевого конкурса исследовательских работ «Судьба и гордость, моя Кубань!», посвященного 80 – летию образования Краснодарского края</w:t>
      </w:r>
      <w:r w:rsidRPr="00AD5042">
        <w:rPr>
          <w:rFonts w:ascii="Times New Roman" w:hAnsi="Times New Roman"/>
          <w:sz w:val="28"/>
          <w:szCs w:val="28"/>
        </w:rPr>
        <w:t xml:space="preserve"> (далее Конкурс) </w:t>
      </w:r>
    </w:p>
    <w:p w:rsidR="000C347A" w:rsidRDefault="000C347A" w:rsidP="008D4DC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Для участия</w:t>
      </w:r>
      <w:r w:rsidRPr="0011363F">
        <w:rPr>
          <w:rFonts w:ascii="Times New Roman" w:hAnsi="Times New Roman"/>
          <w:color w:val="000000"/>
          <w:sz w:val="28"/>
          <w:szCs w:val="28"/>
        </w:rPr>
        <w:t xml:space="preserve"> в Конкурсе были</w:t>
      </w:r>
      <w:r>
        <w:rPr>
          <w:rFonts w:ascii="Times New Roman" w:hAnsi="Times New Roman"/>
          <w:color w:val="000000"/>
          <w:sz w:val="28"/>
          <w:szCs w:val="28"/>
        </w:rPr>
        <w:t xml:space="preserve"> представлены шесть исследовательских работ учащихся от трех общеобразовательных организаций города:           МАОУ лицея № 11 им. В.В. Рассохина, МАОУ СОШ № 18 с УИОП,          МБОУ – СОШ № 23.</w:t>
      </w:r>
    </w:p>
    <w:p w:rsidR="000C347A" w:rsidRDefault="000C347A" w:rsidP="008D4DCA">
      <w:pPr>
        <w:spacing w:after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Ж</w:t>
      </w:r>
      <w:r w:rsidRPr="0011363F">
        <w:rPr>
          <w:rFonts w:ascii="Times New Roman" w:hAnsi="Times New Roman"/>
          <w:bCs/>
          <w:color w:val="000000"/>
          <w:sz w:val="28"/>
          <w:szCs w:val="28"/>
        </w:rPr>
        <w:t xml:space="preserve">юри муниципального этапа Конкурса </w:t>
      </w:r>
      <w:r>
        <w:rPr>
          <w:rFonts w:ascii="Times New Roman" w:hAnsi="Times New Roman"/>
          <w:bCs/>
          <w:color w:val="000000"/>
          <w:sz w:val="28"/>
          <w:szCs w:val="28"/>
        </w:rPr>
        <w:t>провели оценку представленных конкурсных материалов и отметили что, исследовательские работы соответствуют теме</w:t>
      </w:r>
      <w:r w:rsidRPr="00F6551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Конкурса, требованиям к содержанию и оформлению. На основании  решения жюри муниципального этапа Конкурса (прилагается) авторам представленных работ присвоен статус победителей муниципального этапа Конкурса</w:t>
      </w:r>
      <w:r w:rsidRPr="0011363F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0C347A" w:rsidRPr="0011363F" w:rsidRDefault="000C347A" w:rsidP="008D4DC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основании выше</w:t>
      </w:r>
      <w:r w:rsidRPr="0011363F">
        <w:rPr>
          <w:rFonts w:ascii="Times New Roman" w:hAnsi="Times New Roman"/>
          <w:color w:val="000000"/>
          <w:sz w:val="28"/>
          <w:szCs w:val="28"/>
        </w:rPr>
        <w:t>изложенного п р и к а з ы в а ю:</w:t>
      </w:r>
    </w:p>
    <w:p w:rsidR="000C347A" w:rsidRPr="0011363F" w:rsidRDefault="000C347A" w:rsidP="008D4DC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363F">
        <w:rPr>
          <w:rFonts w:ascii="Times New Roman" w:hAnsi="Times New Roman"/>
          <w:color w:val="000000"/>
          <w:sz w:val="28"/>
          <w:szCs w:val="28"/>
        </w:rPr>
        <w:t xml:space="preserve">1. Наградить победителей </w:t>
      </w:r>
      <w:r>
        <w:rPr>
          <w:rFonts w:ascii="Times New Roman" w:hAnsi="Times New Roman"/>
          <w:color w:val="000000"/>
          <w:sz w:val="28"/>
          <w:szCs w:val="28"/>
        </w:rPr>
        <w:t xml:space="preserve">Конкурса Грамотами муниципального казенного учреждения </w:t>
      </w:r>
      <w:r w:rsidRPr="0011363F">
        <w:rPr>
          <w:rFonts w:ascii="Times New Roman" w:hAnsi="Times New Roman"/>
          <w:color w:val="000000"/>
          <w:sz w:val="28"/>
          <w:szCs w:val="28"/>
        </w:rPr>
        <w:t xml:space="preserve"> «Центр развития образования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и оценки качества</w:t>
      </w:r>
      <w:r w:rsidRPr="0011363F">
        <w:rPr>
          <w:rFonts w:ascii="Times New Roman" w:hAnsi="Times New Roman"/>
          <w:color w:val="000000"/>
          <w:sz w:val="28"/>
          <w:szCs w:val="28"/>
        </w:rPr>
        <w:t xml:space="preserve">» в соответствии с решением жюри муниципального этапа 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 w:rsidRPr="0011363F">
        <w:rPr>
          <w:rFonts w:ascii="Times New Roman" w:hAnsi="Times New Roman"/>
          <w:color w:val="000000"/>
          <w:sz w:val="28"/>
          <w:szCs w:val="28"/>
        </w:rPr>
        <w:t xml:space="preserve">онкурса </w:t>
      </w:r>
      <w:r>
        <w:rPr>
          <w:rFonts w:ascii="Times New Roman" w:hAnsi="Times New Roman"/>
          <w:color w:val="000000"/>
          <w:sz w:val="28"/>
          <w:szCs w:val="28"/>
        </w:rPr>
        <w:t>(прилагается</w:t>
      </w:r>
      <w:r w:rsidRPr="0011363F">
        <w:rPr>
          <w:rFonts w:ascii="Times New Roman" w:hAnsi="Times New Roman"/>
          <w:color w:val="000000"/>
          <w:sz w:val="28"/>
          <w:szCs w:val="28"/>
        </w:rPr>
        <w:t>).</w:t>
      </w:r>
    </w:p>
    <w:p w:rsidR="000C347A" w:rsidRPr="00AD5042" w:rsidRDefault="000C347A" w:rsidP="008D4DCA">
      <w:pPr>
        <w:pStyle w:val="NoSpacing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D5042">
        <w:rPr>
          <w:rFonts w:ascii="Times New Roman" w:hAnsi="Times New Roman" w:cs="Times New Roman"/>
          <w:sz w:val="28"/>
          <w:szCs w:val="28"/>
        </w:rPr>
        <w:t>. Контроль за выполнением приказа возложить на главного специалиста управления образования администрации 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униципального  образования город Армавир </w:t>
      </w:r>
      <w:r w:rsidRPr="00AD5042">
        <w:rPr>
          <w:rFonts w:ascii="Times New Roman" w:hAnsi="Times New Roman" w:cs="Times New Roman"/>
          <w:sz w:val="28"/>
          <w:szCs w:val="28"/>
        </w:rPr>
        <w:t>Т.М. Щербину.</w:t>
      </w:r>
    </w:p>
    <w:p w:rsidR="000C347A" w:rsidRPr="00AD5042" w:rsidRDefault="000C347A" w:rsidP="008D4DC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D5042">
        <w:rPr>
          <w:rFonts w:ascii="Times New Roman" w:hAnsi="Times New Roman"/>
          <w:sz w:val="28"/>
          <w:szCs w:val="28"/>
        </w:rPr>
        <w:t>. Приказ вступает в силу со дня его подписания.</w:t>
      </w:r>
    </w:p>
    <w:p w:rsidR="000C347A" w:rsidRPr="0011363F" w:rsidRDefault="000C347A" w:rsidP="008D4D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347A" w:rsidRPr="00051E24" w:rsidRDefault="000C347A" w:rsidP="00087ECD">
      <w:p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0C347A" w:rsidRPr="00051E24" w:rsidRDefault="000C347A" w:rsidP="00087ECD">
      <w:p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0C347A" w:rsidRPr="00051E24" w:rsidRDefault="000C347A" w:rsidP="00087ECD">
      <w:pPr>
        <w:pStyle w:val="NoSpacing"/>
        <w:pBdr>
          <w:bottom w:val="single" w:sz="12" w:space="1" w:color="auto"/>
        </w:pBdr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51E24"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0C347A" w:rsidRPr="00051E24" w:rsidRDefault="000C347A" w:rsidP="00087ECD">
      <w:pPr>
        <w:pStyle w:val="NoSpacing"/>
        <w:pBdr>
          <w:bottom w:val="single" w:sz="12" w:space="1" w:color="auto"/>
        </w:pBdr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51E24">
        <w:rPr>
          <w:rFonts w:ascii="Times New Roman" w:hAnsi="Times New Roman" w:cs="Times New Roman"/>
          <w:sz w:val="28"/>
          <w:szCs w:val="28"/>
        </w:rPr>
        <w:t>образования администрации</w:t>
      </w:r>
    </w:p>
    <w:p w:rsidR="000C347A" w:rsidRPr="00051E24" w:rsidRDefault="000C347A" w:rsidP="00087ECD">
      <w:pPr>
        <w:pStyle w:val="NoSpacing"/>
        <w:pBdr>
          <w:bottom w:val="single" w:sz="12" w:space="1" w:color="auto"/>
        </w:pBdr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51E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C347A" w:rsidRPr="00051E24" w:rsidRDefault="000C347A" w:rsidP="00087ECD">
      <w:pPr>
        <w:pStyle w:val="NoSpacing"/>
        <w:pBdr>
          <w:bottom w:val="single" w:sz="12" w:space="1" w:color="auto"/>
        </w:pBdr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51E24">
        <w:rPr>
          <w:rFonts w:ascii="Times New Roman" w:hAnsi="Times New Roman" w:cs="Times New Roman"/>
          <w:sz w:val="28"/>
          <w:szCs w:val="28"/>
        </w:rPr>
        <w:t>город Армавир</w:t>
      </w:r>
      <w:r w:rsidRPr="00051E24">
        <w:rPr>
          <w:rFonts w:ascii="Times New Roman" w:hAnsi="Times New Roman" w:cs="Times New Roman"/>
          <w:sz w:val="28"/>
          <w:szCs w:val="28"/>
        </w:rPr>
        <w:tab/>
      </w:r>
      <w:r w:rsidRPr="00051E24">
        <w:rPr>
          <w:rFonts w:ascii="Times New Roman" w:hAnsi="Times New Roman" w:cs="Times New Roman"/>
          <w:sz w:val="28"/>
          <w:szCs w:val="28"/>
        </w:rPr>
        <w:tab/>
      </w:r>
      <w:r w:rsidRPr="00051E24">
        <w:rPr>
          <w:rFonts w:ascii="Times New Roman" w:hAnsi="Times New Roman" w:cs="Times New Roman"/>
          <w:sz w:val="28"/>
          <w:szCs w:val="28"/>
        </w:rPr>
        <w:tab/>
      </w:r>
      <w:r w:rsidRPr="00051E24">
        <w:rPr>
          <w:rFonts w:ascii="Times New Roman" w:hAnsi="Times New Roman" w:cs="Times New Roman"/>
          <w:sz w:val="28"/>
          <w:szCs w:val="28"/>
        </w:rPr>
        <w:tab/>
      </w:r>
      <w:r w:rsidRPr="00051E24">
        <w:rPr>
          <w:rFonts w:ascii="Times New Roman" w:hAnsi="Times New Roman" w:cs="Times New Roman"/>
          <w:sz w:val="28"/>
          <w:szCs w:val="28"/>
        </w:rPr>
        <w:tab/>
      </w:r>
      <w:r w:rsidRPr="00051E24">
        <w:rPr>
          <w:rFonts w:ascii="Times New Roman" w:hAnsi="Times New Roman" w:cs="Times New Roman"/>
          <w:sz w:val="28"/>
          <w:szCs w:val="28"/>
        </w:rPr>
        <w:tab/>
      </w:r>
      <w:r w:rsidRPr="00051E24">
        <w:rPr>
          <w:rFonts w:ascii="Times New Roman" w:hAnsi="Times New Roman" w:cs="Times New Roman"/>
          <w:sz w:val="28"/>
          <w:szCs w:val="28"/>
        </w:rPr>
        <w:tab/>
      </w:r>
      <w:r w:rsidRPr="00051E24">
        <w:rPr>
          <w:rFonts w:ascii="Times New Roman" w:hAnsi="Times New Roman" w:cs="Times New Roman"/>
          <w:sz w:val="28"/>
          <w:szCs w:val="28"/>
        </w:rPr>
        <w:tab/>
        <w:t xml:space="preserve">         Д.А. Товстоляк</w:t>
      </w:r>
    </w:p>
    <w:p w:rsidR="000C347A" w:rsidRPr="00051E24" w:rsidRDefault="000C347A" w:rsidP="00087ECD">
      <w:pPr>
        <w:pStyle w:val="NoSpacing"/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51E24">
        <w:rPr>
          <w:rFonts w:ascii="Times New Roman" w:hAnsi="Times New Roman" w:cs="Times New Roman"/>
          <w:sz w:val="28"/>
          <w:szCs w:val="28"/>
        </w:rPr>
        <w:t>Проект подготовлен и внесён</w:t>
      </w:r>
      <w:r w:rsidRPr="00051E24">
        <w:rPr>
          <w:rFonts w:ascii="Times New Roman" w:hAnsi="Times New Roman" w:cs="Times New Roman"/>
          <w:sz w:val="28"/>
          <w:szCs w:val="28"/>
        </w:rPr>
        <w:tab/>
        <w:t>:</w:t>
      </w:r>
    </w:p>
    <w:p w:rsidR="000C347A" w:rsidRPr="00051E24" w:rsidRDefault="000C347A" w:rsidP="00087ECD">
      <w:pPr>
        <w:pStyle w:val="NoSpacing"/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51E24">
        <w:rPr>
          <w:rFonts w:ascii="Times New Roman" w:hAnsi="Times New Roman" w:cs="Times New Roman"/>
          <w:sz w:val="28"/>
          <w:szCs w:val="28"/>
        </w:rPr>
        <w:t xml:space="preserve">Главным специалистом </w:t>
      </w:r>
    </w:p>
    <w:p w:rsidR="000C347A" w:rsidRPr="00051E24" w:rsidRDefault="000C347A" w:rsidP="00087ECD">
      <w:pPr>
        <w:pStyle w:val="NoSpacing"/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51E24">
        <w:rPr>
          <w:rFonts w:ascii="Times New Roman" w:hAnsi="Times New Roman" w:cs="Times New Roman"/>
          <w:sz w:val="28"/>
          <w:szCs w:val="28"/>
        </w:rPr>
        <w:t>управления образования</w:t>
      </w:r>
    </w:p>
    <w:p w:rsidR="000C347A" w:rsidRPr="00051E24" w:rsidRDefault="000C347A" w:rsidP="00087ECD">
      <w:pPr>
        <w:pStyle w:val="NoSpacing"/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51E24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0C347A" w:rsidRPr="00051E24" w:rsidRDefault="000C347A" w:rsidP="00087ECD">
      <w:pPr>
        <w:spacing w:after="0" w:line="20" w:lineRule="atLeast"/>
        <w:rPr>
          <w:rFonts w:ascii="Times New Roman" w:hAnsi="Times New Roman"/>
          <w:sz w:val="28"/>
          <w:szCs w:val="28"/>
        </w:rPr>
        <w:sectPr w:rsidR="000C347A" w:rsidRPr="00051E24" w:rsidSect="008B0EFF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r w:rsidRPr="00051E24">
        <w:rPr>
          <w:rFonts w:ascii="Times New Roman" w:hAnsi="Times New Roman"/>
          <w:sz w:val="28"/>
          <w:szCs w:val="28"/>
        </w:rPr>
        <w:t xml:space="preserve">образования город Армавир </w:t>
      </w:r>
      <w:r w:rsidRPr="00051E24">
        <w:rPr>
          <w:rFonts w:ascii="Times New Roman" w:hAnsi="Times New Roman"/>
          <w:sz w:val="28"/>
          <w:szCs w:val="28"/>
        </w:rPr>
        <w:tab/>
      </w:r>
      <w:r w:rsidRPr="00051E24">
        <w:rPr>
          <w:rFonts w:ascii="Times New Roman" w:hAnsi="Times New Roman"/>
          <w:sz w:val="28"/>
          <w:szCs w:val="28"/>
        </w:rPr>
        <w:tab/>
      </w:r>
      <w:r w:rsidRPr="00051E24">
        <w:rPr>
          <w:rFonts w:ascii="Times New Roman" w:hAnsi="Times New Roman"/>
          <w:sz w:val="28"/>
          <w:szCs w:val="28"/>
        </w:rPr>
        <w:tab/>
      </w:r>
      <w:r w:rsidRPr="00051E24">
        <w:rPr>
          <w:rFonts w:ascii="Times New Roman" w:hAnsi="Times New Roman"/>
          <w:sz w:val="28"/>
          <w:szCs w:val="28"/>
        </w:rPr>
        <w:tab/>
        <w:t xml:space="preserve">                               Т.М. Щербина</w:t>
      </w:r>
    </w:p>
    <w:p w:rsidR="000C347A" w:rsidRDefault="000C347A" w:rsidP="004030A3">
      <w:pPr>
        <w:spacing w:after="0" w:line="240" w:lineRule="auto"/>
        <w:ind w:left="360" w:firstLine="50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0C347A" w:rsidRDefault="000C347A" w:rsidP="004030A3">
      <w:pPr>
        <w:spacing w:after="0" w:line="240" w:lineRule="auto"/>
        <w:ind w:left="360" w:firstLine="50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приказу управления</w:t>
      </w:r>
    </w:p>
    <w:p w:rsidR="000C347A" w:rsidRDefault="000C347A" w:rsidP="004030A3">
      <w:pPr>
        <w:spacing w:after="0" w:line="240" w:lineRule="auto"/>
        <w:ind w:left="360" w:firstLine="50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администрации</w:t>
      </w:r>
    </w:p>
    <w:p w:rsidR="000C347A" w:rsidRDefault="000C347A" w:rsidP="004030A3">
      <w:pPr>
        <w:spacing w:after="0" w:line="240" w:lineRule="auto"/>
        <w:ind w:left="360" w:firstLine="50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0C347A" w:rsidRDefault="000C347A" w:rsidP="004030A3">
      <w:pPr>
        <w:spacing w:after="0" w:line="240" w:lineRule="auto"/>
        <w:ind w:left="360" w:firstLine="50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Армавир</w:t>
      </w:r>
    </w:p>
    <w:p w:rsidR="000C347A" w:rsidRDefault="000C347A" w:rsidP="004030A3">
      <w:pPr>
        <w:ind w:firstLine="50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_________. №__________</w:t>
      </w:r>
    </w:p>
    <w:p w:rsidR="000C347A" w:rsidRDefault="000C347A" w:rsidP="004030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347A" w:rsidRDefault="000C347A" w:rsidP="004030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F7795">
        <w:rPr>
          <w:rFonts w:ascii="Times New Roman" w:hAnsi="Times New Roman"/>
          <w:b/>
          <w:sz w:val="28"/>
          <w:szCs w:val="28"/>
        </w:rPr>
        <w:t xml:space="preserve">Решение жюри </w:t>
      </w:r>
    </w:p>
    <w:p w:rsidR="000C347A" w:rsidRPr="001725C8" w:rsidRDefault="000C347A" w:rsidP="004030A3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1725C8">
        <w:rPr>
          <w:rFonts w:ascii="Times New Roman" w:hAnsi="Times New Roman"/>
          <w:b/>
          <w:sz w:val="28"/>
          <w:szCs w:val="28"/>
        </w:rPr>
        <w:t xml:space="preserve">муниципального этапа </w:t>
      </w:r>
    </w:p>
    <w:p w:rsidR="000C347A" w:rsidRDefault="000C347A" w:rsidP="004030A3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51E24">
        <w:rPr>
          <w:rFonts w:ascii="Times New Roman" w:hAnsi="Times New Roman"/>
          <w:b/>
          <w:color w:val="000000"/>
          <w:sz w:val="28"/>
          <w:szCs w:val="28"/>
        </w:rPr>
        <w:t xml:space="preserve">краевого конкурса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исследовательских работ </w:t>
      </w:r>
    </w:p>
    <w:p w:rsidR="000C347A" w:rsidRDefault="000C347A" w:rsidP="004030A3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«Судьба и гордость, моя Кубань!», </w:t>
      </w:r>
    </w:p>
    <w:p w:rsidR="000C347A" w:rsidRPr="004030A3" w:rsidRDefault="000C347A" w:rsidP="004030A3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посвященного 80 – летию образования Краснодарского края</w:t>
      </w:r>
    </w:p>
    <w:p w:rsidR="000C347A" w:rsidRDefault="000C347A" w:rsidP="008637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347A" w:rsidRPr="008637D0" w:rsidRDefault="000C347A" w:rsidP="004030A3">
      <w:pPr>
        <w:spacing w:after="0" w:line="240" w:lineRule="auto"/>
        <w:ind w:firstLine="709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8637D0">
        <w:rPr>
          <w:rFonts w:ascii="Times New Roman" w:hAnsi="Times New Roman"/>
          <w:color w:val="000000"/>
          <w:spacing w:val="-1"/>
          <w:sz w:val="28"/>
          <w:szCs w:val="28"/>
        </w:rPr>
        <w:t>На основании протокола  № 1 от 27 сентября 2017 года  членами жюри были определены победители  Конкурса:</w:t>
      </w:r>
    </w:p>
    <w:tbl>
      <w:tblPr>
        <w:tblW w:w="95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4"/>
        <w:gridCol w:w="1986"/>
        <w:gridCol w:w="2977"/>
        <w:gridCol w:w="2268"/>
        <w:gridCol w:w="1686"/>
      </w:tblGrid>
      <w:tr w:rsidR="000C347A" w:rsidRPr="008637D0" w:rsidTr="00CF0DDC">
        <w:trPr>
          <w:cantSplit/>
          <w:trHeight w:val="1086"/>
        </w:trPr>
        <w:tc>
          <w:tcPr>
            <w:tcW w:w="674" w:type="dxa"/>
          </w:tcPr>
          <w:p w:rsidR="000C347A" w:rsidRPr="008637D0" w:rsidRDefault="000C347A" w:rsidP="00661F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0C347A" w:rsidRPr="008637D0" w:rsidRDefault="000C347A" w:rsidP="00661F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986" w:type="dxa"/>
          </w:tcPr>
          <w:p w:rsidR="000C347A" w:rsidRPr="008637D0" w:rsidRDefault="000C347A" w:rsidP="00661F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 xml:space="preserve">ФИО </w:t>
            </w:r>
          </w:p>
          <w:p w:rsidR="000C347A" w:rsidRPr="008637D0" w:rsidRDefault="000C347A" w:rsidP="00661F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конкурсанта</w:t>
            </w:r>
          </w:p>
        </w:tc>
        <w:tc>
          <w:tcPr>
            <w:tcW w:w="2977" w:type="dxa"/>
          </w:tcPr>
          <w:p w:rsidR="000C347A" w:rsidRPr="008637D0" w:rsidRDefault="000C347A" w:rsidP="00661F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2268" w:type="dxa"/>
          </w:tcPr>
          <w:p w:rsidR="000C347A" w:rsidRPr="008637D0" w:rsidRDefault="000C347A" w:rsidP="00661F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ФИО</w:t>
            </w:r>
          </w:p>
          <w:p w:rsidR="000C347A" w:rsidRPr="008637D0" w:rsidRDefault="000C347A" w:rsidP="00661F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 xml:space="preserve">руководителя </w:t>
            </w:r>
          </w:p>
          <w:p w:rsidR="000C347A" w:rsidRPr="008637D0" w:rsidRDefault="000C347A" w:rsidP="00661F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подготовившего конкурсанта</w:t>
            </w:r>
          </w:p>
        </w:tc>
        <w:tc>
          <w:tcPr>
            <w:tcW w:w="1686" w:type="dxa"/>
          </w:tcPr>
          <w:p w:rsidR="000C347A" w:rsidRPr="008637D0" w:rsidRDefault="000C347A" w:rsidP="00661F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Статус</w:t>
            </w:r>
          </w:p>
        </w:tc>
      </w:tr>
      <w:tr w:rsidR="000C347A" w:rsidRPr="008637D0" w:rsidTr="008E0FDC">
        <w:trPr>
          <w:cantSplit/>
          <w:trHeight w:val="471"/>
        </w:trPr>
        <w:tc>
          <w:tcPr>
            <w:tcW w:w="9591" w:type="dxa"/>
            <w:gridSpan w:val="5"/>
          </w:tcPr>
          <w:p w:rsidR="000C347A" w:rsidRPr="008637D0" w:rsidRDefault="000C347A" w:rsidP="00CF0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Номинация – «Природа Кубани»</w:t>
            </w:r>
          </w:p>
          <w:p w:rsidR="000C347A" w:rsidRPr="008637D0" w:rsidRDefault="000C347A" w:rsidP="00E820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Возрастная группа:5 – 7 класс</w:t>
            </w:r>
          </w:p>
        </w:tc>
      </w:tr>
      <w:tr w:rsidR="000C347A" w:rsidRPr="008637D0" w:rsidTr="00CF0DDC">
        <w:trPr>
          <w:cantSplit/>
          <w:trHeight w:val="1104"/>
        </w:trPr>
        <w:tc>
          <w:tcPr>
            <w:tcW w:w="674" w:type="dxa"/>
          </w:tcPr>
          <w:p w:rsidR="000C347A" w:rsidRPr="008637D0" w:rsidRDefault="000C347A" w:rsidP="004030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986" w:type="dxa"/>
          </w:tcPr>
          <w:p w:rsidR="000C347A" w:rsidRPr="008637D0" w:rsidRDefault="000C347A" w:rsidP="004030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Иванова Виктория Максимовна</w:t>
            </w:r>
          </w:p>
        </w:tc>
        <w:tc>
          <w:tcPr>
            <w:tcW w:w="2977" w:type="dxa"/>
          </w:tcPr>
          <w:p w:rsidR="000C347A" w:rsidRPr="008637D0" w:rsidRDefault="000C347A" w:rsidP="008637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МАОУ СОШ № 18 с углубленным изучением отдельных предметов</w:t>
            </w:r>
          </w:p>
        </w:tc>
        <w:tc>
          <w:tcPr>
            <w:tcW w:w="2268" w:type="dxa"/>
          </w:tcPr>
          <w:p w:rsidR="000C347A" w:rsidRPr="008637D0" w:rsidRDefault="000C347A" w:rsidP="004030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Моисеенко Ирина Евгеньевна</w:t>
            </w:r>
          </w:p>
        </w:tc>
        <w:tc>
          <w:tcPr>
            <w:tcW w:w="1686" w:type="dxa"/>
          </w:tcPr>
          <w:p w:rsidR="000C347A" w:rsidRPr="008637D0" w:rsidRDefault="000C347A" w:rsidP="004030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</w:tr>
      <w:tr w:rsidR="000C347A" w:rsidRPr="008637D0" w:rsidTr="00CF0DDC">
        <w:trPr>
          <w:cantSplit/>
          <w:trHeight w:val="415"/>
        </w:trPr>
        <w:tc>
          <w:tcPr>
            <w:tcW w:w="674" w:type="dxa"/>
          </w:tcPr>
          <w:p w:rsidR="000C347A" w:rsidRPr="008637D0" w:rsidRDefault="000C347A" w:rsidP="004030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986" w:type="dxa"/>
          </w:tcPr>
          <w:p w:rsidR="000C347A" w:rsidRPr="008637D0" w:rsidRDefault="000C347A" w:rsidP="004030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color w:val="000000"/>
                <w:sz w:val="28"/>
                <w:szCs w:val="28"/>
              </w:rPr>
              <w:t>Тарасеева Мария Евгеньевна</w:t>
            </w:r>
          </w:p>
        </w:tc>
        <w:tc>
          <w:tcPr>
            <w:tcW w:w="2977" w:type="dxa"/>
          </w:tcPr>
          <w:p w:rsidR="000C347A" w:rsidRPr="008637D0" w:rsidRDefault="000C347A" w:rsidP="008D4D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МАОУ лицей № 11 им. </w:t>
            </w:r>
            <w:r w:rsidRPr="008637D0">
              <w:rPr>
                <w:rFonts w:ascii="Times New Roman" w:hAnsi="Times New Roman"/>
                <w:sz w:val="28"/>
                <w:szCs w:val="28"/>
              </w:rPr>
              <w:t>В.В. Рассохина</w:t>
            </w:r>
          </w:p>
        </w:tc>
        <w:tc>
          <w:tcPr>
            <w:tcW w:w="2268" w:type="dxa"/>
          </w:tcPr>
          <w:p w:rsidR="000C347A" w:rsidRPr="008637D0" w:rsidRDefault="000C347A" w:rsidP="004030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Абраменко Екатерина Васильевна</w:t>
            </w:r>
          </w:p>
        </w:tc>
        <w:tc>
          <w:tcPr>
            <w:tcW w:w="1686" w:type="dxa"/>
          </w:tcPr>
          <w:p w:rsidR="000C347A" w:rsidRPr="008637D0" w:rsidRDefault="000C347A" w:rsidP="004030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</w:tr>
      <w:tr w:rsidR="000C347A" w:rsidRPr="008637D0" w:rsidTr="00D12136">
        <w:trPr>
          <w:cantSplit/>
          <w:trHeight w:val="419"/>
        </w:trPr>
        <w:tc>
          <w:tcPr>
            <w:tcW w:w="9591" w:type="dxa"/>
            <w:gridSpan w:val="5"/>
          </w:tcPr>
          <w:p w:rsidR="000C347A" w:rsidRPr="008637D0" w:rsidRDefault="000C347A" w:rsidP="00E820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Номинация – «Природа Кубани»</w:t>
            </w:r>
          </w:p>
          <w:p w:rsidR="000C347A" w:rsidRPr="008637D0" w:rsidRDefault="000C347A" w:rsidP="008637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Возрастная группа:5 – 7 класс</w:t>
            </w:r>
          </w:p>
        </w:tc>
      </w:tr>
      <w:tr w:rsidR="000C347A" w:rsidRPr="008637D0" w:rsidTr="00CF0DDC">
        <w:trPr>
          <w:cantSplit/>
          <w:trHeight w:val="415"/>
        </w:trPr>
        <w:tc>
          <w:tcPr>
            <w:tcW w:w="674" w:type="dxa"/>
          </w:tcPr>
          <w:p w:rsidR="000C347A" w:rsidRPr="008637D0" w:rsidRDefault="000C347A" w:rsidP="004030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986" w:type="dxa"/>
          </w:tcPr>
          <w:p w:rsidR="000C347A" w:rsidRPr="008637D0" w:rsidRDefault="000C347A" w:rsidP="004030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Логачева Марина Юрьевна</w:t>
            </w:r>
          </w:p>
        </w:tc>
        <w:tc>
          <w:tcPr>
            <w:tcW w:w="2977" w:type="dxa"/>
          </w:tcPr>
          <w:p w:rsidR="000C347A" w:rsidRPr="008637D0" w:rsidRDefault="000C347A" w:rsidP="004030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МБОУ – СОШ № 23</w:t>
            </w:r>
          </w:p>
        </w:tc>
        <w:tc>
          <w:tcPr>
            <w:tcW w:w="2268" w:type="dxa"/>
          </w:tcPr>
          <w:p w:rsidR="000C347A" w:rsidRPr="008637D0" w:rsidRDefault="000C347A" w:rsidP="004030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Криворучко Любовь Викторовна</w:t>
            </w:r>
          </w:p>
        </w:tc>
        <w:tc>
          <w:tcPr>
            <w:tcW w:w="1686" w:type="dxa"/>
          </w:tcPr>
          <w:p w:rsidR="000C347A" w:rsidRPr="008637D0" w:rsidRDefault="000C347A" w:rsidP="004030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</w:tr>
      <w:tr w:rsidR="000C347A" w:rsidRPr="008637D0" w:rsidTr="009F4376">
        <w:trPr>
          <w:cantSplit/>
          <w:trHeight w:val="407"/>
        </w:trPr>
        <w:tc>
          <w:tcPr>
            <w:tcW w:w="9591" w:type="dxa"/>
            <w:gridSpan w:val="5"/>
          </w:tcPr>
          <w:p w:rsidR="000C347A" w:rsidRPr="008637D0" w:rsidRDefault="000C347A" w:rsidP="008637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Возрастная группа: 8 – 9 класс</w:t>
            </w:r>
          </w:p>
        </w:tc>
      </w:tr>
      <w:tr w:rsidR="000C347A" w:rsidRPr="008637D0" w:rsidTr="00CF0DDC">
        <w:trPr>
          <w:cantSplit/>
          <w:trHeight w:val="407"/>
        </w:trPr>
        <w:tc>
          <w:tcPr>
            <w:tcW w:w="674" w:type="dxa"/>
          </w:tcPr>
          <w:p w:rsidR="000C347A" w:rsidRPr="008637D0" w:rsidRDefault="000C347A" w:rsidP="004030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986" w:type="dxa"/>
          </w:tcPr>
          <w:p w:rsidR="000C347A" w:rsidRPr="008637D0" w:rsidRDefault="000C347A" w:rsidP="004030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color w:val="000000"/>
                <w:sz w:val="28"/>
                <w:szCs w:val="28"/>
              </w:rPr>
              <w:t>Бачуло Никита Евгеньевич</w:t>
            </w:r>
          </w:p>
        </w:tc>
        <w:tc>
          <w:tcPr>
            <w:tcW w:w="2977" w:type="dxa"/>
          </w:tcPr>
          <w:p w:rsidR="000C347A" w:rsidRPr="008637D0" w:rsidRDefault="000C347A" w:rsidP="008637D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 xml:space="preserve">МАОУ лицей № 11 </w:t>
            </w:r>
          </w:p>
          <w:p w:rsidR="000C347A" w:rsidRPr="008637D0" w:rsidRDefault="000C347A" w:rsidP="008637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им.</w:t>
            </w:r>
            <w:r w:rsidRPr="008637D0">
              <w:rPr>
                <w:rFonts w:ascii="Times New Roman" w:hAnsi="Times New Roman"/>
                <w:sz w:val="28"/>
                <w:szCs w:val="28"/>
              </w:rPr>
              <w:t xml:space="preserve"> В.В. Рассохина</w:t>
            </w:r>
          </w:p>
        </w:tc>
        <w:tc>
          <w:tcPr>
            <w:tcW w:w="2268" w:type="dxa"/>
          </w:tcPr>
          <w:p w:rsidR="000C347A" w:rsidRPr="008637D0" w:rsidRDefault="000C347A" w:rsidP="004030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Мезенцева Ирина Павловна</w:t>
            </w:r>
          </w:p>
        </w:tc>
        <w:tc>
          <w:tcPr>
            <w:tcW w:w="1686" w:type="dxa"/>
          </w:tcPr>
          <w:p w:rsidR="000C347A" w:rsidRPr="008637D0" w:rsidRDefault="000C347A" w:rsidP="004030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</w:tr>
      <w:tr w:rsidR="000C347A" w:rsidRPr="008637D0" w:rsidTr="00685966">
        <w:trPr>
          <w:cantSplit/>
          <w:trHeight w:val="407"/>
        </w:trPr>
        <w:tc>
          <w:tcPr>
            <w:tcW w:w="9591" w:type="dxa"/>
            <w:gridSpan w:val="5"/>
          </w:tcPr>
          <w:p w:rsidR="000C347A" w:rsidRPr="008637D0" w:rsidRDefault="000C347A" w:rsidP="008637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Возрастная группа: 10– 11 класс</w:t>
            </w:r>
          </w:p>
        </w:tc>
      </w:tr>
      <w:tr w:rsidR="000C347A" w:rsidRPr="008637D0" w:rsidTr="00CF0DDC">
        <w:trPr>
          <w:cantSplit/>
          <w:trHeight w:val="407"/>
        </w:trPr>
        <w:tc>
          <w:tcPr>
            <w:tcW w:w="674" w:type="dxa"/>
          </w:tcPr>
          <w:p w:rsidR="000C347A" w:rsidRPr="008637D0" w:rsidRDefault="000C347A" w:rsidP="004030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1986" w:type="dxa"/>
          </w:tcPr>
          <w:p w:rsidR="000C347A" w:rsidRPr="008637D0" w:rsidRDefault="000C347A" w:rsidP="004030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Вакуленко Вероника Владимировна</w:t>
            </w:r>
          </w:p>
        </w:tc>
        <w:tc>
          <w:tcPr>
            <w:tcW w:w="2977" w:type="dxa"/>
          </w:tcPr>
          <w:p w:rsidR="000C347A" w:rsidRPr="008637D0" w:rsidRDefault="000C347A" w:rsidP="004030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МАОУ СОШ № 18 с углубленным изучением отдельных предметов</w:t>
            </w:r>
          </w:p>
        </w:tc>
        <w:tc>
          <w:tcPr>
            <w:tcW w:w="2268" w:type="dxa"/>
          </w:tcPr>
          <w:p w:rsidR="000C347A" w:rsidRPr="008637D0" w:rsidRDefault="000C347A" w:rsidP="008637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Елкина Виктория Николаевна</w:t>
            </w:r>
          </w:p>
        </w:tc>
        <w:tc>
          <w:tcPr>
            <w:tcW w:w="1686" w:type="dxa"/>
          </w:tcPr>
          <w:p w:rsidR="000C347A" w:rsidRPr="008637D0" w:rsidRDefault="000C347A" w:rsidP="004030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</w:tr>
      <w:tr w:rsidR="000C347A" w:rsidRPr="008637D0" w:rsidTr="00781A81">
        <w:trPr>
          <w:cantSplit/>
          <w:trHeight w:val="427"/>
        </w:trPr>
        <w:tc>
          <w:tcPr>
            <w:tcW w:w="9591" w:type="dxa"/>
            <w:gridSpan w:val="5"/>
          </w:tcPr>
          <w:p w:rsidR="000C347A" w:rsidRPr="008637D0" w:rsidRDefault="000C347A" w:rsidP="008637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Номинация – «Они славили Кубань»</w:t>
            </w:r>
          </w:p>
          <w:p w:rsidR="000C347A" w:rsidRPr="008637D0" w:rsidRDefault="000C347A" w:rsidP="008637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Возрастная группа:5 – 7 класс</w:t>
            </w:r>
          </w:p>
        </w:tc>
      </w:tr>
      <w:tr w:rsidR="000C347A" w:rsidRPr="008637D0" w:rsidTr="00CF0DDC">
        <w:trPr>
          <w:cantSplit/>
          <w:trHeight w:val="405"/>
        </w:trPr>
        <w:tc>
          <w:tcPr>
            <w:tcW w:w="674" w:type="dxa"/>
          </w:tcPr>
          <w:p w:rsidR="000C347A" w:rsidRPr="008637D0" w:rsidRDefault="000C347A" w:rsidP="004030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1986" w:type="dxa"/>
          </w:tcPr>
          <w:p w:rsidR="000C347A" w:rsidRPr="008637D0" w:rsidRDefault="000C347A" w:rsidP="004030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color w:val="000000"/>
                <w:sz w:val="28"/>
                <w:szCs w:val="28"/>
              </w:rPr>
              <w:t>Шрайнер Диана Витальевна</w:t>
            </w:r>
          </w:p>
        </w:tc>
        <w:tc>
          <w:tcPr>
            <w:tcW w:w="2977" w:type="dxa"/>
          </w:tcPr>
          <w:p w:rsidR="000C347A" w:rsidRPr="008637D0" w:rsidRDefault="000C347A" w:rsidP="008637D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 xml:space="preserve">МАОУ лицей № 11 </w:t>
            </w:r>
          </w:p>
          <w:p w:rsidR="000C347A" w:rsidRPr="008637D0" w:rsidRDefault="000C347A" w:rsidP="008637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им.</w:t>
            </w:r>
            <w:r w:rsidRPr="008637D0">
              <w:rPr>
                <w:rFonts w:ascii="Times New Roman" w:hAnsi="Times New Roman"/>
                <w:sz w:val="28"/>
                <w:szCs w:val="28"/>
              </w:rPr>
              <w:t xml:space="preserve"> В.В. Рассохина</w:t>
            </w:r>
          </w:p>
        </w:tc>
        <w:tc>
          <w:tcPr>
            <w:tcW w:w="2268" w:type="dxa"/>
          </w:tcPr>
          <w:p w:rsidR="000C347A" w:rsidRPr="008637D0" w:rsidRDefault="000C347A" w:rsidP="004030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Пелипенко Ольга Викторовна</w:t>
            </w:r>
          </w:p>
        </w:tc>
        <w:tc>
          <w:tcPr>
            <w:tcW w:w="1686" w:type="dxa"/>
          </w:tcPr>
          <w:p w:rsidR="000C347A" w:rsidRPr="008637D0" w:rsidRDefault="000C347A" w:rsidP="004030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7D0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</w:tr>
    </w:tbl>
    <w:p w:rsidR="000C347A" w:rsidRDefault="000C347A" w:rsidP="008637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347A" w:rsidRDefault="000C347A" w:rsidP="008637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347A" w:rsidRDefault="000C347A" w:rsidP="008637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347A" w:rsidRPr="00661AE9" w:rsidRDefault="000C347A" w:rsidP="008637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1AE9">
        <w:rPr>
          <w:rFonts w:ascii="Times New Roman" w:hAnsi="Times New Roman"/>
          <w:sz w:val="28"/>
          <w:szCs w:val="28"/>
        </w:rPr>
        <w:t>Главный специалист управления</w:t>
      </w:r>
    </w:p>
    <w:p w:rsidR="000C347A" w:rsidRPr="00661AE9" w:rsidRDefault="000C347A" w:rsidP="008637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1AE9">
        <w:rPr>
          <w:rFonts w:ascii="Times New Roman" w:hAnsi="Times New Roman"/>
          <w:sz w:val="28"/>
          <w:szCs w:val="28"/>
        </w:rPr>
        <w:t xml:space="preserve">образования администрации </w:t>
      </w:r>
    </w:p>
    <w:p w:rsidR="000C347A" w:rsidRPr="00661AE9" w:rsidRDefault="000C347A" w:rsidP="008637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1AE9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0C347A" w:rsidRDefault="000C347A" w:rsidP="008637D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AE9">
        <w:rPr>
          <w:rFonts w:ascii="Times New Roman" w:hAnsi="Times New Roman"/>
          <w:sz w:val="28"/>
          <w:szCs w:val="28"/>
        </w:rPr>
        <w:t xml:space="preserve">город Армавир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661AE9">
        <w:rPr>
          <w:rFonts w:ascii="Times New Roman" w:hAnsi="Times New Roman"/>
          <w:sz w:val="28"/>
          <w:szCs w:val="28"/>
        </w:rPr>
        <w:t xml:space="preserve">  Т.М. Щербина</w:t>
      </w:r>
    </w:p>
    <w:p w:rsidR="000C347A" w:rsidRDefault="000C347A" w:rsidP="004030A3">
      <w:pPr>
        <w:spacing w:after="0" w:line="240" w:lineRule="auto"/>
      </w:pPr>
    </w:p>
    <w:sectPr w:rsidR="000C347A" w:rsidSect="00087EC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7ECD"/>
    <w:rsid w:val="00051E24"/>
    <w:rsid w:val="0005637B"/>
    <w:rsid w:val="00087ECD"/>
    <w:rsid w:val="000C347A"/>
    <w:rsid w:val="0011363F"/>
    <w:rsid w:val="00146B9C"/>
    <w:rsid w:val="0017083F"/>
    <w:rsid w:val="001725C8"/>
    <w:rsid w:val="00294115"/>
    <w:rsid w:val="00294C38"/>
    <w:rsid w:val="002F7795"/>
    <w:rsid w:val="004030A3"/>
    <w:rsid w:val="00545139"/>
    <w:rsid w:val="005671F1"/>
    <w:rsid w:val="00661AE9"/>
    <w:rsid w:val="00661F7F"/>
    <w:rsid w:val="00685966"/>
    <w:rsid w:val="007228D8"/>
    <w:rsid w:val="00781A81"/>
    <w:rsid w:val="007C3E06"/>
    <w:rsid w:val="00801096"/>
    <w:rsid w:val="008637D0"/>
    <w:rsid w:val="008B0EFF"/>
    <w:rsid w:val="008D4DCA"/>
    <w:rsid w:val="008E0FDC"/>
    <w:rsid w:val="009332EF"/>
    <w:rsid w:val="0097157F"/>
    <w:rsid w:val="00977844"/>
    <w:rsid w:val="009F4376"/>
    <w:rsid w:val="00A41E73"/>
    <w:rsid w:val="00A52336"/>
    <w:rsid w:val="00AD5042"/>
    <w:rsid w:val="00AD7F2C"/>
    <w:rsid w:val="00BB27E0"/>
    <w:rsid w:val="00C70EC7"/>
    <w:rsid w:val="00CF0DDC"/>
    <w:rsid w:val="00D12136"/>
    <w:rsid w:val="00D82BDE"/>
    <w:rsid w:val="00DE5F0F"/>
    <w:rsid w:val="00E82004"/>
    <w:rsid w:val="00ED3AC4"/>
    <w:rsid w:val="00F65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EC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87ECD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102</TotalTime>
  <Pages>4</Pages>
  <Words>564</Words>
  <Characters>3219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Juliay</dc:creator>
  <cp:keywords/>
  <dc:description/>
  <cp:lastModifiedBy>user</cp:lastModifiedBy>
  <cp:revision>8</cp:revision>
  <cp:lastPrinted>2017-09-09T18:05:00Z</cp:lastPrinted>
  <dcterms:created xsi:type="dcterms:W3CDTF">2017-10-04T13:00:00Z</dcterms:created>
  <dcterms:modified xsi:type="dcterms:W3CDTF">2017-09-10T13:28:00Z</dcterms:modified>
</cp:coreProperties>
</file>