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30" w:type="dxa"/>
        <w:tblInd w:w="-106" w:type="dxa"/>
        <w:tblLayout w:type="fixed"/>
        <w:tblLook w:val="00A0"/>
      </w:tblPr>
      <w:tblGrid>
        <w:gridCol w:w="5523"/>
        <w:gridCol w:w="4707"/>
      </w:tblGrid>
      <w:tr w:rsidR="005335A5" w:rsidRPr="00E07AF3">
        <w:tc>
          <w:tcPr>
            <w:tcW w:w="5522" w:type="dxa"/>
          </w:tcPr>
          <w:p w:rsidR="005335A5" w:rsidRDefault="005335A5" w:rsidP="00D447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КРАСНОДАРСКИЙ КРАЙ </w:t>
            </w:r>
          </w:p>
          <w:p w:rsidR="005335A5" w:rsidRDefault="005335A5" w:rsidP="00D447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МУНИЦИПАЛЬНОЕ БЮДЖЕТНОЕ УЧРЕЖДЕНИЕ</w:t>
            </w:r>
          </w:p>
          <w:p w:rsidR="005335A5" w:rsidRDefault="005335A5" w:rsidP="00D447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«ЦЕНТР РАЗВИТИЯ ОБРАЗОВАНИЯ»</w:t>
            </w:r>
          </w:p>
          <w:p w:rsidR="005335A5" w:rsidRDefault="005335A5" w:rsidP="00D4479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352902, г. Армавир, ул Лавриненко, 1д, литер «В» </w:t>
            </w:r>
          </w:p>
          <w:p w:rsidR="005335A5" w:rsidRDefault="005335A5" w:rsidP="00D4479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E-mail: cro_37243@mail.ru</w:t>
            </w:r>
          </w:p>
          <w:p w:rsidR="005335A5" w:rsidRDefault="005335A5" w:rsidP="00D4479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Тел</w:t>
            </w:r>
            <w:r>
              <w:rPr>
                <w:rFonts w:ascii="Times New Roman" w:hAnsi="Times New Roman" w:cs="Times New Roman"/>
                <w:lang w:val="en-US" w:eastAsia="en-US"/>
              </w:rPr>
              <w:t>.: (86137) 3-56-97</w:t>
            </w:r>
          </w:p>
          <w:p w:rsidR="005335A5" w:rsidRDefault="005335A5" w:rsidP="00D4479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ОГРН 1072302000088 </w:t>
            </w:r>
          </w:p>
          <w:p w:rsidR="005335A5" w:rsidRDefault="005335A5" w:rsidP="00D4479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ИНН 2302053891, КПП230201001</w:t>
            </w:r>
          </w:p>
          <w:p w:rsidR="005335A5" w:rsidRDefault="005335A5" w:rsidP="00D4479C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</w:t>
            </w:r>
            <w:r w:rsidRPr="00567F5C">
              <w:rPr>
                <w:rFonts w:ascii="Times New Roman" w:hAnsi="Times New Roman" w:cs="Times New Roman"/>
                <w:u w:val="single"/>
                <w:lang w:eastAsia="en-US"/>
              </w:rPr>
              <w:t>19.08.2014</w:t>
            </w:r>
            <w:r>
              <w:rPr>
                <w:rFonts w:ascii="Times New Roman" w:hAnsi="Times New Roman" w:cs="Times New Roman"/>
                <w:lang w:eastAsia="en-US"/>
              </w:rPr>
              <w:t xml:space="preserve"> № </w:t>
            </w:r>
            <w:r w:rsidRPr="00567F5C">
              <w:rPr>
                <w:rFonts w:ascii="Times New Roman" w:hAnsi="Times New Roman" w:cs="Times New Roman"/>
                <w:u w:val="single"/>
                <w:lang w:eastAsia="en-US"/>
              </w:rPr>
              <w:t>01-08/1098/16</w:t>
            </w:r>
          </w:p>
          <w:p w:rsidR="005335A5" w:rsidRDefault="005335A5" w:rsidP="00D4479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  На № от________________ </w:t>
            </w:r>
          </w:p>
        </w:tc>
        <w:tc>
          <w:tcPr>
            <w:tcW w:w="4707" w:type="dxa"/>
          </w:tcPr>
          <w:p w:rsidR="005335A5" w:rsidRDefault="005335A5" w:rsidP="00EF3D22">
            <w:pPr>
              <w:autoSpaceDE w:val="0"/>
              <w:snapToGri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eastAsia="ar-SA"/>
              </w:rPr>
            </w:pPr>
            <w:r w:rsidRPr="006C7D1A">
              <w:rPr>
                <w:rFonts w:ascii="Times New Roman" w:hAnsi="Times New Roman" w:cs="Times New Roman"/>
                <w:sz w:val="28"/>
                <w:szCs w:val="28"/>
              </w:rPr>
              <w:t>Руководителю общеобразовательно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организаци</w:t>
            </w:r>
            <w:r w:rsidRPr="006C7D1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</w:tbl>
    <w:p w:rsidR="005335A5" w:rsidRPr="00D4479C" w:rsidRDefault="005335A5" w:rsidP="00D4479C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335A5" w:rsidRPr="00D4479C" w:rsidRDefault="005335A5" w:rsidP="00D4479C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5335A5" w:rsidRDefault="005335A5" w:rsidP="00D4479C">
      <w:pPr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 участии в видеоселекторе</w:t>
      </w:r>
    </w:p>
    <w:p w:rsidR="005335A5" w:rsidRDefault="005335A5" w:rsidP="00D447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5A5" w:rsidRDefault="005335A5" w:rsidP="00D447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5A5" w:rsidRPr="00425A84" w:rsidRDefault="005335A5" w:rsidP="00B111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письма </w:t>
      </w:r>
      <w:r w:rsidRPr="00AB0638">
        <w:rPr>
          <w:rFonts w:ascii="Times New Roman" w:hAnsi="Times New Roman" w:cs="Times New Roman"/>
          <w:sz w:val="28"/>
          <w:szCs w:val="28"/>
        </w:rPr>
        <w:t xml:space="preserve">ГБОУ Краснодарского края ККИДППО </w:t>
      </w:r>
      <w:r>
        <w:rPr>
          <w:rFonts w:ascii="Times New Roman" w:hAnsi="Times New Roman" w:cs="Times New Roman"/>
          <w:sz w:val="28"/>
          <w:szCs w:val="28"/>
        </w:rPr>
        <w:t xml:space="preserve">от 18 августа 2014 года № 01-20/1101 </w:t>
      </w:r>
      <w:r w:rsidRPr="006E36F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проведении видеоселектора</w:t>
      </w:r>
      <w:r>
        <w:rPr>
          <w:rFonts w:ascii="Times New Roman" w:hAnsi="Times New Roman" w:cs="Times New Roman"/>
          <w:sz w:val="28"/>
          <w:szCs w:val="28"/>
        </w:rPr>
        <w:t>» а</w:t>
      </w:r>
      <w:r>
        <w:rPr>
          <w:rFonts w:ascii="Times New Roman CYR" w:hAnsi="Times New Roman CYR" w:cs="Times New Roman CYR"/>
          <w:sz w:val="28"/>
          <w:szCs w:val="28"/>
        </w:rPr>
        <w:t xml:space="preserve">дминистрация муниципального бюджетного учреждения «Центр развития </w:t>
      </w:r>
      <w:r w:rsidRPr="00AB0638">
        <w:rPr>
          <w:rFonts w:ascii="Times New Roman" w:hAnsi="Times New Roman" w:cs="Times New Roman"/>
          <w:sz w:val="28"/>
          <w:szCs w:val="28"/>
        </w:rPr>
        <w:t>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информирует, что в рамках ежегодной августовской педагогической конференции </w:t>
      </w:r>
      <w:r w:rsidRPr="00AB0638">
        <w:rPr>
          <w:rFonts w:ascii="Times New Roman" w:hAnsi="Times New Roman" w:cs="Times New Roman"/>
          <w:sz w:val="28"/>
          <w:szCs w:val="28"/>
        </w:rPr>
        <w:t xml:space="preserve">ГБОУ ККИДППО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совместно с министерством образования и науки Краснодарского края </w:t>
      </w:r>
      <w:r>
        <w:rPr>
          <w:rFonts w:ascii="Times New Roman CYR" w:hAnsi="Times New Roman CYR" w:cs="Times New Roman CYR"/>
          <w:sz w:val="28"/>
          <w:szCs w:val="28"/>
        </w:rPr>
        <w:t>проводят видеоселектор «</w:t>
      </w:r>
      <w:r w:rsidRPr="00A72BF2">
        <w:rPr>
          <w:rFonts w:ascii="Times New Roman CYR" w:hAnsi="Times New Roman CYR" w:cs="Times New Roman CYR"/>
          <w:b/>
          <w:bCs/>
          <w:sz w:val="28"/>
          <w:szCs w:val="28"/>
        </w:rPr>
        <w:t>Воспитываем детей, создаём будущее»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К работе видео-селектора приглашаются представители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2BF2">
        <w:rPr>
          <w:rFonts w:ascii="Times New Roman" w:hAnsi="Times New Roman" w:cs="Times New Roman"/>
          <w:sz w:val="28"/>
          <w:szCs w:val="28"/>
        </w:rPr>
        <w:t>родительской общественности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25A84">
        <w:rPr>
          <w:rFonts w:ascii="Times New Roman" w:hAnsi="Times New Roman" w:cs="Times New Roman"/>
          <w:b/>
          <w:bCs/>
          <w:sz w:val="28"/>
          <w:szCs w:val="28"/>
        </w:rPr>
        <w:t>по одному представителю от образовательной организации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>: председатели родительского комитете школы, представители Совета школы и др.</w:t>
      </w:r>
      <w:r w:rsidRPr="00425A84">
        <w:rPr>
          <w:rFonts w:ascii="Times New Roman" w:hAnsi="Times New Roman" w:cs="Times New Roman"/>
          <w:b/>
          <w:bCs/>
          <w:sz w:val="28"/>
          <w:szCs w:val="28"/>
        </w:rPr>
        <w:t>).</w:t>
      </w:r>
    </w:p>
    <w:p w:rsidR="005335A5" w:rsidRDefault="005335A5" w:rsidP="00A204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мероприятия будут обсуждены актуальные вопросы взаимодействия школы и родителей в сфере воспитания детей. После обсуждения вопросов в группах будет проведено </w:t>
      </w:r>
      <w:r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4A1B0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line</w:t>
      </w:r>
      <w:r>
        <w:rPr>
          <w:rFonts w:ascii="Times New Roman" w:hAnsi="Times New Roman" w:cs="Times New Roman"/>
          <w:sz w:val="28"/>
          <w:szCs w:val="28"/>
        </w:rPr>
        <w:t xml:space="preserve"> голосование.</w:t>
      </w:r>
      <w:r w:rsidRPr="004A1B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доступа к голосованию необходимо зайти на сайт </w:t>
      </w:r>
      <w:r w:rsidRPr="00AB0638">
        <w:rPr>
          <w:rFonts w:ascii="Times New Roman" w:hAnsi="Times New Roman" w:cs="Times New Roman"/>
          <w:sz w:val="28"/>
          <w:szCs w:val="28"/>
        </w:rPr>
        <w:t>ККИДППО</w:t>
      </w:r>
      <w:r w:rsidRPr="00DB7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электронному адресу: </w:t>
      </w:r>
      <w:hyperlink r:id="rId4" w:history="1">
        <w:r w:rsidRPr="00733C20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316E2">
          <w:rPr>
            <w:rStyle w:val="Hyperlink"/>
            <w:rFonts w:ascii="Times New Roman" w:hAnsi="Times New Roman" w:cs="Times New Roman"/>
            <w:sz w:val="28"/>
            <w:szCs w:val="28"/>
          </w:rPr>
          <w:t>.</w:t>
        </w:r>
        <w:r w:rsidRPr="00733C20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kkidppo</w:t>
        </w:r>
        <w:r w:rsidRPr="00C316E2">
          <w:rPr>
            <w:rStyle w:val="Hyperlink"/>
            <w:rFonts w:ascii="Times New Roman" w:hAnsi="Times New Roman" w:cs="Times New Roman"/>
            <w:sz w:val="28"/>
            <w:szCs w:val="28"/>
          </w:rPr>
          <w:t>/</w:t>
        </w:r>
        <w:r w:rsidRPr="00733C20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316E2">
        <w:rPr>
          <w:rFonts w:ascii="Times New Roman" w:hAnsi="Times New Roman" w:cs="Times New Roman"/>
          <w:sz w:val="28"/>
          <w:szCs w:val="28"/>
        </w:rPr>
        <w:t xml:space="preserve"> и в разделе </w:t>
      </w:r>
      <w:r w:rsidRPr="00C316E2">
        <w:rPr>
          <w:rFonts w:ascii="Times New Roman" w:hAnsi="Times New Roman" w:cs="Times New Roman"/>
          <w:b/>
          <w:bCs/>
          <w:sz w:val="28"/>
          <w:szCs w:val="28"/>
        </w:rPr>
        <w:t>«Августовская конференция 2014»</w:t>
      </w:r>
      <w:r>
        <w:rPr>
          <w:rFonts w:ascii="Times New Roman" w:hAnsi="Times New Roman" w:cs="Times New Roman"/>
          <w:sz w:val="28"/>
          <w:szCs w:val="28"/>
        </w:rPr>
        <w:t xml:space="preserve"> на главной странице сайта выбрать </w:t>
      </w:r>
      <w:r w:rsidRPr="00C316E2">
        <w:rPr>
          <w:rFonts w:ascii="Times New Roman" w:hAnsi="Times New Roman" w:cs="Times New Roman"/>
          <w:b/>
          <w:bCs/>
          <w:sz w:val="28"/>
          <w:szCs w:val="28"/>
        </w:rPr>
        <w:t xml:space="preserve">«Вопросы для </w:t>
      </w:r>
      <w:r w:rsidRPr="00C316E2">
        <w:rPr>
          <w:rFonts w:ascii="Times New Roman" w:hAnsi="Times New Roman" w:cs="Times New Roman"/>
          <w:b/>
          <w:bCs/>
          <w:sz w:val="28"/>
          <w:szCs w:val="28"/>
          <w:lang w:val="en-US"/>
        </w:rPr>
        <w:t>on</w:t>
      </w:r>
      <w:r w:rsidRPr="00C316E2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C316E2">
        <w:rPr>
          <w:rFonts w:ascii="Times New Roman" w:hAnsi="Times New Roman" w:cs="Times New Roman"/>
          <w:b/>
          <w:bCs/>
          <w:sz w:val="28"/>
          <w:szCs w:val="28"/>
          <w:lang w:val="en-US"/>
        </w:rPr>
        <w:t>line</w:t>
      </w:r>
      <w:r w:rsidRPr="00C316E2">
        <w:rPr>
          <w:rFonts w:ascii="Times New Roman" w:hAnsi="Times New Roman" w:cs="Times New Roman"/>
          <w:b/>
          <w:bCs/>
          <w:sz w:val="28"/>
          <w:szCs w:val="28"/>
        </w:rPr>
        <w:t xml:space="preserve"> родительского собрания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4F4">
        <w:rPr>
          <w:rFonts w:ascii="Times New Roman" w:hAnsi="Times New Roman" w:cs="Times New Roman"/>
          <w:b/>
          <w:bCs/>
          <w:sz w:val="28"/>
          <w:szCs w:val="28"/>
        </w:rPr>
        <w:t xml:space="preserve">22 </w:t>
      </w:r>
      <w:r w:rsidRPr="00886594">
        <w:rPr>
          <w:rFonts w:ascii="Times New Roman" w:hAnsi="Times New Roman" w:cs="Times New Roman"/>
          <w:b/>
          <w:bCs/>
          <w:sz w:val="28"/>
          <w:szCs w:val="28"/>
        </w:rPr>
        <w:t>августа 2014 г</w:t>
      </w:r>
      <w:r>
        <w:rPr>
          <w:rFonts w:ascii="Times New Roman" w:hAnsi="Times New Roman" w:cs="Times New Roman"/>
          <w:sz w:val="28"/>
          <w:szCs w:val="28"/>
        </w:rPr>
        <w:t xml:space="preserve">». Предварительное тестирование начинается </w:t>
      </w:r>
      <w:r w:rsidRPr="00A20451">
        <w:rPr>
          <w:rFonts w:ascii="Times New Roman" w:hAnsi="Times New Roman" w:cs="Times New Roman"/>
          <w:b/>
          <w:bCs/>
          <w:sz w:val="28"/>
          <w:szCs w:val="28"/>
        </w:rPr>
        <w:t>с 19 августа 2014 года.</w:t>
      </w:r>
    </w:p>
    <w:p w:rsidR="005335A5" w:rsidRPr="00A20451" w:rsidRDefault="005335A5" w:rsidP="00A204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Начало регистрации участников видеоселектора в 14.30 ч.</w:t>
      </w:r>
    </w:p>
    <w:p w:rsidR="005335A5" w:rsidRDefault="005335A5" w:rsidP="00567F5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Время проведения </w:t>
      </w:r>
      <w:r>
        <w:rPr>
          <w:rFonts w:ascii="Times New Roman CYR" w:hAnsi="Times New Roman CYR" w:cs="Times New Roman CYR"/>
          <w:sz w:val="28"/>
          <w:szCs w:val="28"/>
        </w:rPr>
        <w:t xml:space="preserve">видеоселектора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с 15</w:t>
      </w:r>
      <w:r w:rsidRPr="00AB0638">
        <w:rPr>
          <w:rFonts w:ascii="Times New Roman" w:hAnsi="Times New Roman" w:cs="Times New Roman"/>
          <w:b/>
          <w:bCs/>
          <w:sz w:val="28"/>
          <w:szCs w:val="28"/>
        </w:rPr>
        <w:t>.00 ч. до 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B063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B0638">
        <w:rPr>
          <w:rFonts w:ascii="Times New Roman" w:hAnsi="Times New Roman" w:cs="Times New Roman"/>
          <w:b/>
          <w:bCs/>
          <w:sz w:val="28"/>
          <w:szCs w:val="28"/>
        </w:rPr>
        <w:t>0 ч.</w:t>
      </w:r>
    </w:p>
    <w:p w:rsidR="005335A5" w:rsidRPr="00C44852" w:rsidRDefault="005335A5" w:rsidP="00567F5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25A84">
        <w:rPr>
          <w:rFonts w:ascii="Times New Roman" w:hAnsi="Times New Roman" w:cs="Times New Roman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sz w:val="28"/>
          <w:szCs w:val="28"/>
        </w:rPr>
        <w:t xml:space="preserve">проведения: ул. Лермонтова, 93. </w:t>
      </w:r>
      <w:r w:rsidRPr="00C44852">
        <w:rPr>
          <w:rFonts w:ascii="Times New Roman" w:hAnsi="Times New Roman" w:cs="Times New Roman"/>
          <w:b/>
          <w:bCs/>
          <w:sz w:val="28"/>
          <w:szCs w:val="28"/>
        </w:rPr>
        <w:t>МАОУ-СОШ № 7 им. Г.К. Жукова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335A5" w:rsidRPr="009166DE" w:rsidRDefault="005335A5" w:rsidP="00567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F5C">
        <w:rPr>
          <w:rFonts w:ascii="Times New Roman CYR" w:hAnsi="Times New Roman CYR" w:cs="Times New Roman CYR"/>
          <w:sz w:val="28"/>
          <w:szCs w:val="28"/>
        </w:rPr>
        <w:t xml:space="preserve">          </w:t>
      </w:r>
      <w:r w:rsidRPr="00FB5A5A">
        <w:rPr>
          <w:rFonts w:ascii="Times New Roman CYR" w:hAnsi="Times New Roman CYR" w:cs="Times New Roman CYR"/>
          <w:sz w:val="28"/>
          <w:szCs w:val="28"/>
          <w:u w:val="single"/>
        </w:rPr>
        <w:t>Основание</w:t>
      </w:r>
      <w:r>
        <w:rPr>
          <w:rFonts w:ascii="Times New Roman CYR" w:hAnsi="Times New Roman CYR" w:cs="Times New Roman CYR"/>
          <w:sz w:val="28"/>
          <w:szCs w:val="28"/>
        </w:rPr>
        <w:t xml:space="preserve">: письмо ККИДППО от 18.08.2014 г. № 01-20/1101 </w:t>
      </w:r>
      <w:r w:rsidRPr="006E36F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проведении видеоселектора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335A5" w:rsidRDefault="005335A5" w:rsidP="00425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5A5" w:rsidRDefault="005335A5" w:rsidP="00425A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5A5" w:rsidRDefault="005335A5" w:rsidP="00425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Центра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О.В.Мартынова</w:t>
      </w:r>
    </w:p>
    <w:p w:rsidR="005335A5" w:rsidRPr="006817F3" w:rsidRDefault="005335A5" w:rsidP="00425A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5A5" w:rsidRPr="006817F3" w:rsidRDefault="005335A5" w:rsidP="00425A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35A5" w:rsidRPr="006817F3" w:rsidRDefault="005335A5" w:rsidP="00425A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35A5" w:rsidRPr="006817F3" w:rsidRDefault="005335A5" w:rsidP="00425A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35A5" w:rsidRPr="002B4916" w:rsidRDefault="005335A5" w:rsidP="00425A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4916">
        <w:rPr>
          <w:rFonts w:ascii="Times New Roman" w:hAnsi="Times New Roman" w:cs="Times New Roman"/>
          <w:sz w:val="24"/>
          <w:szCs w:val="24"/>
        </w:rPr>
        <w:t>А.В.Кузнецов</w:t>
      </w:r>
    </w:p>
    <w:p w:rsidR="005335A5" w:rsidRPr="002B4916" w:rsidRDefault="005335A5" w:rsidP="00425A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4916">
        <w:rPr>
          <w:rFonts w:ascii="Times New Roman" w:hAnsi="Times New Roman" w:cs="Times New Roman"/>
          <w:sz w:val="24"/>
          <w:szCs w:val="24"/>
        </w:rPr>
        <w:t>3-51-28</w:t>
      </w:r>
    </w:p>
    <w:sectPr w:rsidR="005335A5" w:rsidRPr="002B4916" w:rsidSect="0055085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5FE3"/>
    <w:rsid w:val="00033237"/>
    <w:rsid w:val="000402F0"/>
    <w:rsid w:val="00040E75"/>
    <w:rsid w:val="00092920"/>
    <w:rsid w:val="00093BEF"/>
    <w:rsid w:val="00150069"/>
    <w:rsid w:val="0015234A"/>
    <w:rsid w:val="0015252E"/>
    <w:rsid w:val="001A3CC8"/>
    <w:rsid w:val="001F4C64"/>
    <w:rsid w:val="002110F4"/>
    <w:rsid w:val="0022123F"/>
    <w:rsid w:val="00287571"/>
    <w:rsid w:val="002B4916"/>
    <w:rsid w:val="002E5C9F"/>
    <w:rsid w:val="00363F8D"/>
    <w:rsid w:val="00374AA2"/>
    <w:rsid w:val="003C1903"/>
    <w:rsid w:val="003D1050"/>
    <w:rsid w:val="0042268D"/>
    <w:rsid w:val="00425A84"/>
    <w:rsid w:val="004558A6"/>
    <w:rsid w:val="004A1B01"/>
    <w:rsid w:val="004B4908"/>
    <w:rsid w:val="004D4003"/>
    <w:rsid w:val="005335A5"/>
    <w:rsid w:val="00550851"/>
    <w:rsid w:val="005579DE"/>
    <w:rsid w:val="00566461"/>
    <w:rsid w:val="00567F5C"/>
    <w:rsid w:val="005A209B"/>
    <w:rsid w:val="005A5EE5"/>
    <w:rsid w:val="005C5359"/>
    <w:rsid w:val="005D018C"/>
    <w:rsid w:val="005D0BB8"/>
    <w:rsid w:val="0060455A"/>
    <w:rsid w:val="00612218"/>
    <w:rsid w:val="0062110B"/>
    <w:rsid w:val="0062280B"/>
    <w:rsid w:val="006817F3"/>
    <w:rsid w:val="00691554"/>
    <w:rsid w:val="00692126"/>
    <w:rsid w:val="006C6ACD"/>
    <w:rsid w:val="006C7D1A"/>
    <w:rsid w:val="006E36FE"/>
    <w:rsid w:val="006F78F6"/>
    <w:rsid w:val="0070210F"/>
    <w:rsid w:val="00713F0D"/>
    <w:rsid w:val="00733C20"/>
    <w:rsid w:val="00750A63"/>
    <w:rsid w:val="007B3603"/>
    <w:rsid w:val="007F7BB4"/>
    <w:rsid w:val="00811483"/>
    <w:rsid w:val="0082621E"/>
    <w:rsid w:val="0083132E"/>
    <w:rsid w:val="00832F92"/>
    <w:rsid w:val="008379EB"/>
    <w:rsid w:val="00886594"/>
    <w:rsid w:val="008973B6"/>
    <w:rsid w:val="0089792E"/>
    <w:rsid w:val="008C7D52"/>
    <w:rsid w:val="008E683B"/>
    <w:rsid w:val="009166DE"/>
    <w:rsid w:val="009218DC"/>
    <w:rsid w:val="00967C3C"/>
    <w:rsid w:val="00971803"/>
    <w:rsid w:val="00985E9B"/>
    <w:rsid w:val="009860CD"/>
    <w:rsid w:val="009A48B8"/>
    <w:rsid w:val="009B298E"/>
    <w:rsid w:val="009D5BB3"/>
    <w:rsid w:val="009F3B3E"/>
    <w:rsid w:val="00A20451"/>
    <w:rsid w:val="00A62122"/>
    <w:rsid w:val="00A654AF"/>
    <w:rsid w:val="00A72BF2"/>
    <w:rsid w:val="00AB0638"/>
    <w:rsid w:val="00B11121"/>
    <w:rsid w:val="00B222A7"/>
    <w:rsid w:val="00B234F4"/>
    <w:rsid w:val="00B55FE3"/>
    <w:rsid w:val="00B835E9"/>
    <w:rsid w:val="00C316E2"/>
    <w:rsid w:val="00C32408"/>
    <w:rsid w:val="00C42A6C"/>
    <w:rsid w:val="00C44852"/>
    <w:rsid w:val="00CA48BA"/>
    <w:rsid w:val="00D12023"/>
    <w:rsid w:val="00D35F36"/>
    <w:rsid w:val="00D4479C"/>
    <w:rsid w:val="00D552FB"/>
    <w:rsid w:val="00D732A2"/>
    <w:rsid w:val="00D80688"/>
    <w:rsid w:val="00D81321"/>
    <w:rsid w:val="00DB750C"/>
    <w:rsid w:val="00DC5B51"/>
    <w:rsid w:val="00E07AF3"/>
    <w:rsid w:val="00E30C29"/>
    <w:rsid w:val="00E56E17"/>
    <w:rsid w:val="00E67F92"/>
    <w:rsid w:val="00E91938"/>
    <w:rsid w:val="00EE3329"/>
    <w:rsid w:val="00EF3D22"/>
    <w:rsid w:val="00F64BD2"/>
    <w:rsid w:val="00FB5A5A"/>
    <w:rsid w:val="00FD1388"/>
    <w:rsid w:val="00FE0A3C"/>
    <w:rsid w:val="00FE0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05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B55FE3"/>
    <w:pPr>
      <w:widowControl w:val="0"/>
      <w:suppressAutoHyphens/>
      <w:spacing w:after="0" w:line="240" w:lineRule="auto"/>
      <w:ind w:left="426"/>
      <w:jc w:val="center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55FE3"/>
    <w:rPr>
      <w:rFonts w:ascii="Arial" w:hAnsi="Arial" w:cs="Arial"/>
      <w:sz w:val="20"/>
      <w:szCs w:val="20"/>
    </w:rPr>
  </w:style>
  <w:style w:type="paragraph" w:styleId="NoSpacing">
    <w:name w:val="No Spacing"/>
    <w:uiPriority w:val="99"/>
    <w:qFormat/>
    <w:rsid w:val="00B55FE3"/>
    <w:rPr>
      <w:rFonts w:cs="Calibri"/>
    </w:rPr>
  </w:style>
  <w:style w:type="paragraph" w:customStyle="1" w:styleId="Default">
    <w:name w:val="Default"/>
    <w:uiPriority w:val="99"/>
    <w:rsid w:val="00DC5B5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8865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72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kidppo/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496</TotalTime>
  <Pages>1</Pages>
  <Words>291</Words>
  <Characters>1665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A-V-S</cp:lastModifiedBy>
  <cp:revision>39</cp:revision>
  <cp:lastPrinted>2014-08-19T06:56:00Z</cp:lastPrinted>
  <dcterms:created xsi:type="dcterms:W3CDTF">2012-09-25T07:26:00Z</dcterms:created>
  <dcterms:modified xsi:type="dcterms:W3CDTF">2014-08-19T06:56:00Z</dcterms:modified>
</cp:coreProperties>
</file>